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itle"/>
        <w:rPr/>
      </w:pPr>
      <w:bookmarkStart w:id="0" w:name="_GoBack"/>
      <w:bookmarkEnd w:id="0"/>
      <w:r>
        <w:rPr/>
        <w:t>Production Schedule</w:t>
      </w:r>
    </w:p>
    <w:p>
      <w:pPr>
        <w:pStyle w:val="Normal"/>
        <w:rPr/>
      </w:pPr>
      <w:r>
        <w:rPr/>
      </w:r>
    </w:p>
    <w:tbl>
      <w:tblPr>
        <w:jc w:val="left"/>
        <w:tblInd w:w="2833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  <w:right w:val="single" w:sz="4" w:space="0" w:color="808080"/>
          <w:insideV w:val="single" w:sz="4" w:space="0" w:color="808080"/>
        </w:tblBorders>
        <w:tblCellMar>
          <w:top w:w="0" w:type="dxa"/>
          <w:left w:w="115" w:type="dxa"/>
          <w:bottom w:w="0" w:type="dxa"/>
          <w:right w:w="115" w:type="dxa"/>
        </w:tblCellMar>
      </w:tblPr>
      <w:tblGrid>
        <w:gridCol w:w="1595"/>
        <w:gridCol w:w="328"/>
        <w:gridCol w:w="341"/>
        <w:gridCol w:w="327"/>
        <w:gridCol w:w="327"/>
        <w:gridCol w:w="341"/>
        <w:gridCol w:w="327"/>
        <w:gridCol w:w="341"/>
        <w:gridCol w:w="328"/>
        <w:gridCol w:w="340"/>
        <w:gridCol w:w="328"/>
        <w:gridCol w:w="327"/>
        <w:gridCol w:w="341"/>
        <w:gridCol w:w="327"/>
        <w:gridCol w:w="341"/>
        <w:gridCol w:w="327"/>
        <w:gridCol w:w="328"/>
        <w:gridCol w:w="341"/>
        <w:gridCol w:w="327"/>
        <w:gridCol w:w="341"/>
        <w:gridCol w:w="327"/>
        <w:gridCol w:w="327"/>
        <w:gridCol w:w="341"/>
        <w:gridCol w:w="327"/>
        <w:gridCol w:w="341"/>
        <w:gridCol w:w="328"/>
        <w:gridCol w:w="341"/>
        <w:gridCol w:w="327"/>
        <w:gridCol w:w="327"/>
        <w:gridCol w:w="341"/>
        <w:gridCol w:w="245"/>
      </w:tblGrid>
      <w:tr>
        <w:trPr>
          <w:trHeight w:val="494" w:hRule="atLeast"/>
          <w:cantSplit w:val="false"/>
        </w:trPr>
        <w:tc>
          <w:tcPr>
            <w:tcW w:w="1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F3F3F3" w:val="clear"/>
            <w:tcMar>
              <w:left w:w="115" w:type="dxa"/>
            </w:tcMar>
          </w:tcPr>
          <w:p>
            <w:pPr>
              <w:pStyle w:val="TableHeader"/>
              <w:spacing w:before="120" w:after="120"/>
              <w:rPr/>
            </w:pPr>
            <w:r>
              <w:rPr/>
              <w:t>Jobs or actions to be accomplished</w:t>
            </w:r>
          </w:p>
        </w:tc>
        <w:tc>
          <w:tcPr>
            <w:tcW w:w="1664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F3F3F3" w:val="clear"/>
            <w:tcMar>
              <w:left w:w="115" w:type="dxa"/>
            </w:tcMar>
          </w:tcPr>
          <w:p>
            <w:pPr>
              <w:pStyle w:val="TableHeader1"/>
              <w:spacing w:before="120" w:after="120"/>
              <w:jc w:val="center"/>
              <w:rPr/>
            </w:pPr>
            <w:r>
              <w:rPr/>
              <w:t>Week 1</w:t>
            </w:r>
          </w:p>
        </w:tc>
        <w:tc>
          <w:tcPr>
            <w:tcW w:w="1664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F3F3F3" w:val="clear"/>
            <w:tcMar>
              <w:left w:w="115" w:type="dxa"/>
            </w:tcMar>
          </w:tcPr>
          <w:p>
            <w:pPr>
              <w:pStyle w:val="TableHeader1"/>
              <w:spacing w:before="120" w:after="120"/>
              <w:jc w:val="center"/>
              <w:rPr/>
            </w:pPr>
            <w:r>
              <w:rPr/>
              <w:t>Week 2</w:t>
            </w:r>
          </w:p>
        </w:tc>
        <w:tc>
          <w:tcPr>
            <w:tcW w:w="1663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F3F3F3" w:val="clear"/>
            <w:tcMar>
              <w:left w:w="115" w:type="dxa"/>
            </w:tcMar>
          </w:tcPr>
          <w:p>
            <w:pPr>
              <w:pStyle w:val="TableHeader1"/>
              <w:spacing w:before="120" w:after="120"/>
              <w:jc w:val="center"/>
              <w:rPr/>
            </w:pPr>
            <w:r>
              <w:rPr/>
              <w:t>Week 3</w:t>
            </w:r>
          </w:p>
        </w:tc>
        <w:tc>
          <w:tcPr>
            <w:tcW w:w="1664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F3F3F3" w:val="clear"/>
            <w:tcMar>
              <w:left w:w="115" w:type="dxa"/>
            </w:tcMar>
          </w:tcPr>
          <w:p>
            <w:pPr>
              <w:pStyle w:val="TableHeader1"/>
              <w:spacing w:before="120" w:after="120"/>
              <w:jc w:val="center"/>
              <w:rPr/>
            </w:pPr>
            <w:r>
              <w:rPr/>
              <w:t>Week 4</w:t>
            </w:r>
          </w:p>
        </w:tc>
        <w:tc>
          <w:tcPr>
            <w:tcW w:w="1664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F3F3F3" w:val="clear"/>
            <w:tcMar>
              <w:left w:w="115" w:type="dxa"/>
            </w:tcMar>
          </w:tcPr>
          <w:p>
            <w:pPr>
              <w:pStyle w:val="TableHeader1"/>
              <w:spacing w:before="120" w:after="120"/>
              <w:jc w:val="center"/>
              <w:rPr/>
            </w:pPr>
            <w:r>
              <w:rPr/>
              <w:t>Week 5</w:t>
            </w:r>
          </w:p>
        </w:tc>
        <w:tc>
          <w:tcPr>
            <w:tcW w:w="1581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F3F3F3" w:val="clear"/>
            <w:tcMar>
              <w:left w:w="115" w:type="dxa"/>
            </w:tcMar>
          </w:tcPr>
          <w:p>
            <w:pPr>
              <w:pStyle w:val="TableHeader1"/>
              <w:spacing w:before="120" w:after="120"/>
              <w:jc w:val="center"/>
              <w:rPr/>
            </w:pPr>
            <w:r>
              <w:rPr/>
              <w:t>Week 6</w:t>
            </w:r>
          </w:p>
        </w:tc>
      </w:tr>
      <w:tr>
        <w:trPr>
          <w:trHeight w:val="494" w:hRule="atLeast"/>
          <w:cantSplit w:val="false"/>
        </w:trPr>
        <w:tc>
          <w:tcPr>
            <w:tcW w:w="1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2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</w:tr>
      <w:tr>
        <w:trPr>
          <w:trHeight w:val="494" w:hRule="atLeast"/>
          <w:cantSplit w:val="false"/>
        </w:trPr>
        <w:tc>
          <w:tcPr>
            <w:tcW w:w="1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2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</w:tr>
      <w:tr>
        <w:trPr>
          <w:trHeight w:val="494" w:hRule="atLeast"/>
          <w:cantSplit w:val="false"/>
        </w:trPr>
        <w:tc>
          <w:tcPr>
            <w:tcW w:w="1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2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</w:tr>
      <w:tr>
        <w:trPr>
          <w:trHeight w:val="494" w:hRule="atLeast"/>
          <w:cantSplit w:val="false"/>
        </w:trPr>
        <w:tc>
          <w:tcPr>
            <w:tcW w:w="1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2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</w:tr>
      <w:tr>
        <w:trPr>
          <w:trHeight w:val="494" w:hRule="atLeast"/>
          <w:cantSplit w:val="false"/>
        </w:trPr>
        <w:tc>
          <w:tcPr>
            <w:tcW w:w="1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2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</w:tr>
      <w:tr>
        <w:trPr>
          <w:trHeight w:val="494" w:hRule="atLeast"/>
          <w:cantSplit w:val="false"/>
        </w:trPr>
        <w:tc>
          <w:tcPr>
            <w:tcW w:w="1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2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</w:tr>
      <w:tr>
        <w:trPr>
          <w:trHeight w:val="494" w:hRule="atLeast"/>
          <w:cantSplit w:val="false"/>
        </w:trPr>
        <w:tc>
          <w:tcPr>
            <w:tcW w:w="1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2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</w:tr>
      <w:tr>
        <w:trPr>
          <w:trHeight w:val="494" w:hRule="atLeast"/>
          <w:cantSplit w:val="false"/>
        </w:trPr>
        <w:tc>
          <w:tcPr>
            <w:tcW w:w="1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2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</w:tr>
      <w:tr>
        <w:trPr>
          <w:trHeight w:val="494" w:hRule="atLeast"/>
          <w:cantSplit w:val="false"/>
        </w:trPr>
        <w:tc>
          <w:tcPr>
            <w:tcW w:w="1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2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</w:tr>
      <w:tr>
        <w:trPr>
          <w:trHeight w:val="494" w:hRule="atLeast"/>
          <w:cantSplit w:val="false"/>
        </w:trPr>
        <w:tc>
          <w:tcPr>
            <w:tcW w:w="1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2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</w:tr>
      <w:tr>
        <w:trPr>
          <w:trHeight w:val="494" w:hRule="atLeast"/>
          <w:cantSplit w:val="false"/>
        </w:trPr>
        <w:tc>
          <w:tcPr>
            <w:tcW w:w="1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2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</w:tr>
      <w:tr>
        <w:trPr>
          <w:trHeight w:val="494" w:hRule="atLeast"/>
          <w:cantSplit w:val="false"/>
        </w:trPr>
        <w:tc>
          <w:tcPr>
            <w:tcW w:w="1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2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</w:tr>
      <w:tr>
        <w:trPr>
          <w:trHeight w:val="494" w:hRule="atLeast"/>
          <w:cantSplit w:val="false"/>
        </w:trPr>
        <w:tc>
          <w:tcPr>
            <w:tcW w:w="1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2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</w:tr>
      <w:tr>
        <w:trPr>
          <w:trHeight w:val="494" w:hRule="atLeast"/>
          <w:cantSplit w:val="false"/>
        </w:trPr>
        <w:tc>
          <w:tcPr>
            <w:tcW w:w="1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2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</w:tr>
      <w:tr>
        <w:trPr>
          <w:trHeight w:val="494" w:hRule="atLeast"/>
          <w:cantSplit w:val="false"/>
        </w:trPr>
        <w:tc>
          <w:tcPr>
            <w:tcW w:w="1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2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</w:tr>
      <w:tr>
        <w:trPr>
          <w:trHeight w:val="494" w:hRule="atLeast"/>
          <w:cantSplit w:val="false"/>
        </w:trPr>
        <w:tc>
          <w:tcPr>
            <w:tcW w:w="1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2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</w:tr>
      <w:tr>
        <w:trPr>
          <w:trHeight w:val="494" w:hRule="atLeast"/>
          <w:cantSplit w:val="false"/>
        </w:trPr>
        <w:tc>
          <w:tcPr>
            <w:tcW w:w="1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  <w:tc>
          <w:tcPr>
            <w:tcW w:w="2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15" w:type="dxa"/>
            </w:tcMar>
          </w:tcPr>
          <w:p>
            <w:pPr>
              <w:pStyle w:val="TableText"/>
              <w:spacing w:before="60" w:after="6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5840" w:h="12240"/>
      <w:pgMar w:left="792" w:right="792" w:header="0" w:top="792" w:footer="0" w:bottom="792" w:gutter="0"/>
      <w:pgNumType w:fmt="decimal"/>
      <w:formProt w:val="false"/>
      <w:textDirection w:val="lrTb"/>
      <w:docGrid w:type="default" w:linePitch="360" w:charSpace="6143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Arial Black">
    <w:charset w:val="01"/>
    <w:family w:val="roman"/>
    <w:pitch w:val="variable"/>
  </w:font>
  <w:font w:name="Verdan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98445A"/>
        <w:sz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color w:val="00000A"/>
        <w:sz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"/>
      <w:lvlJc w:val="left"/>
      <w:pPr>
        <w:ind w:left="43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80"/>
  <w:embedSystemFonts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count="276" w:defQFormat="0" w:defUnhideWhenUsed="1" w:defSemiHidden="1" w:defUIPriority="99" w:defLockedState="0">
    <w:lsdException w:qFormat="1" w:semiHidden="0" w:uiPriority="0" w:unhideWhenUsed="0" w:name="Normal"/>
    <w:lsdException w:qFormat="1" w:semiHidden="0" w:uiPriority="9" w:unhideWhenUsed="0" w:name="heading 1"/>
    <w:lsdException w:qFormat="1" w:semiHidden="0" w:uiPriority="9" w:unhideWhenUsed="0" w:name="heading 2"/>
    <w:lsdException w:qFormat="1" w:semiHidden="0" w:uiPriority="9" w:unhideWhenUsed="0" w:name="heading 3"/>
    <w:lsdException w:qFormat="1" w:semiHidden="0" w:uiPriority="9" w:unhideWhenUsed="0" w:name="heading 4"/>
    <w:lsdException w:qFormat="1" w:semiHidden="0" w:uiPriority="9" w:unhideWhenUsed="0" w:name="heading 5"/>
    <w:lsdException w:qFormat="1" w:semiHidden="0" w:uiPriority="9" w:unhideWhenUsed="0" w:name="heading 6"/>
    <w:lsdException w:qFormat="1" w:semiHidden="0" w:uiPriority="9" w:unhideWhenUsed="0" w:name="heading 7"/>
    <w:lsdException w:qFormat="1" w:semiHidden="0" w:uiPriority="9" w:unhideWhenUsed="0" w:name="heading 8"/>
    <w:lsdException w:qFormat="1" w:semiHidden="0" w:uiPriority="9" w:unhideWhenUsed="0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semiHidden="0" w:uiPriority="35" w:unhideWhenUsed="0" w:name="caption"/>
    <w:lsdException w:qFormat="1" w:semiHidden="0" w:uiPriority="10" w:unhideWhenUsed="0" w:name="Title"/>
    <w:lsdException w:uiPriority="1" w:name="Default Paragraph Font"/>
    <w:lsdException w:qFormat="1" w:semiHidden="0" w:uiPriority="11" w:unhideWhenUsed="0" w:name="Subtitle"/>
    <w:lsdException w:qFormat="1" w:semiHidden="0" w:uiPriority="22" w:unhideWhenUsed="0" w:name="Strong"/>
    <w:lsdException w:qFormat="1" w:semiHidden="0" w:uiPriority="20" w:unhideWhenUsed="0" w:name="Emphasis"/>
    <w:lsdException w:semiHidden="0" w:uiPriority="59" w:unhideWhenUsed="0" w:name="Table Grid"/>
    <w:lsdException w:unhideWhenUsed="0" w:name="Placeholder Text"/>
    <w:lsdException w:qFormat="1" w:semiHidden="0" w:uiPriority="1" w:unhideWhenUsed="0" w:name="No Spacing"/>
    <w:lsdException w:semiHidden="0" w:uiPriority="60" w:unhideWhenUsed="0" w:name="Light Shading"/>
    <w:lsdException w:semiHidden="0" w:uiPriority="61" w:unhideWhenUsed="0" w:name="Light List"/>
    <w:lsdException w:semiHidden="0" w:uiPriority="62" w:unhideWhenUsed="0" w:name="Light Grid"/>
    <w:lsdException w:semiHidden="0" w:uiPriority="63" w:unhideWhenUsed="0" w:name="Medium Shading 1"/>
    <w:lsdException w:semiHidden="0" w:uiPriority="64" w:unhideWhenUsed="0" w:name="Medium Shading 2"/>
    <w:lsdException w:semiHidden="0" w:uiPriority="65" w:unhideWhenUsed="0" w:name="Medium List 1"/>
    <w:lsdException w:semiHidden="0" w:uiPriority="66" w:unhideWhenUsed="0" w:name="Medium List 2"/>
    <w:lsdException w:semiHidden="0" w:uiPriority="67" w:unhideWhenUsed="0" w:name="Medium Grid 1"/>
    <w:lsdException w:semiHidden="0" w:uiPriority="68" w:unhideWhenUsed="0" w:name="Medium Grid 2"/>
    <w:lsdException w:semiHidden="0" w:uiPriority="69" w:unhideWhenUsed="0" w:name="Medium Grid 3"/>
    <w:lsdException w:semiHidden="0" w:uiPriority="70" w:unhideWhenUsed="0" w:name="Dark List"/>
    <w:lsdException w:semiHidden="0" w:uiPriority="71" w:unhideWhenUsed="0" w:name="Colorful Shading"/>
    <w:lsdException w:semiHidden="0" w:uiPriority="72" w:unhideWhenUsed="0" w:name="Colorful List"/>
    <w:lsdException w:semiHidden="0" w:uiPriority="73" w:unhideWhenUsed="0" w:name="Colorful Grid"/>
    <w:lsdException w:semiHidden="0" w:uiPriority="60" w:unhideWhenUsed="0" w:name="Light Shading Accent 1"/>
    <w:lsdException w:semiHidden="0" w:uiPriority="61" w:unhideWhenUsed="0" w:name="Light List Accent 1"/>
    <w:lsdException w:semiHidden="0" w:uiPriority="62" w:unhideWhenUsed="0" w:name="Light Grid Accent 1"/>
    <w:lsdException w:semiHidden="0" w:uiPriority="63" w:unhideWhenUsed="0" w:name="Medium Shading 1 Accent 1"/>
    <w:lsdException w:semiHidden="0" w:uiPriority="64" w:unhideWhenUsed="0" w:name="Medium Shading 2 Accent 1"/>
    <w:lsdException w:semiHidden="0" w:uiPriority="65" w:unhideWhenUsed="0" w:name="Medium List 1 Accent 1"/>
    <w:lsdException w:unhideWhenUsed="0" w:name="Revision"/>
    <w:lsdException w:qFormat="1" w:semiHidden="0" w:uiPriority="34" w:unhideWhenUsed="0" w:name="List Paragraph"/>
    <w:lsdException w:qFormat="1" w:semiHidden="0" w:uiPriority="29" w:unhideWhenUsed="0" w:name="Quote"/>
    <w:lsdException w:qFormat="1" w:semiHidden="0" w:uiPriority="30" w:unhideWhenUsed="0" w:name="Intense Quote"/>
    <w:lsdException w:semiHidden="0" w:uiPriority="66" w:unhideWhenUsed="0" w:name="Medium List 2 Accent 1"/>
    <w:lsdException w:semiHidden="0" w:uiPriority="67" w:unhideWhenUsed="0" w:name="Medium Grid 1 Accent 1"/>
    <w:lsdException w:semiHidden="0" w:uiPriority="68" w:unhideWhenUsed="0" w:name="Medium Grid 2 Accent 1"/>
    <w:lsdException w:semiHidden="0" w:uiPriority="69" w:unhideWhenUsed="0" w:name="Medium Grid 3 Accent 1"/>
    <w:lsdException w:semiHidden="0" w:uiPriority="70" w:unhideWhenUsed="0" w:name="Dark List Accent 1"/>
    <w:lsdException w:semiHidden="0" w:uiPriority="71" w:unhideWhenUsed="0" w:name="Colorful Shading Accent 1"/>
    <w:lsdException w:semiHidden="0" w:uiPriority="72" w:unhideWhenUsed="0" w:name="Colorful List Accent 1"/>
    <w:lsdException w:semiHidden="0" w:uiPriority="73" w:unhideWhenUsed="0" w:name="Colorful Grid Accent 1"/>
    <w:lsdException w:semiHidden="0" w:uiPriority="60" w:unhideWhenUsed="0" w:name="Light Shading Accent 2"/>
    <w:lsdException w:semiHidden="0" w:uiPriority="61" w:unhideWhenUsed="0" w:name="Light List Accent 2"/>
    <w:lsdException w:semiHidden="0" w:uiPriority="62" w:unhideWhenUsed="0" w:name="Light Grid Accent 2"/>
    <w:lsdException w:semiHidden="0" w:uiPriority="63" w:unhideWhenUsed="0" w:name="Medium Shading 1 Accent 2"/>
    <w:lsdException w:semiHidden="0" w:uiPriority="64" w:unhideWhenUsed="0" w:name="Medium Shading 2 Accent 2"/>
    <w:lsdException w:semiHidden="0" w:uiPriority="65" w:unhideWhenUsed="0" w:name="Medium List 1 Accent 2"/>
    <w:lsdException w:semiHidden="0" w:uiPriority="66" w:unhideWhenUsed="0" w:name="Medium List 2 Accent 2"/>
    <w:lsdException w:semiHidden="0" w:uiPriority="67" w:unhideWhenUsed="0" w:name="Medium Grid 1 Accent 2"/>
    <w:lsdException w:semiHidden="0" w:uiPriority="68" w:unhideWhenUsed="0" w:name="Medium Grid 2 Accent 2"/>
    <w:lsdException w:semiHidden="0" w:uiPriority="69" w:unhideWhenUsed="0" w:name="Medium Grid 3 Accent 2"/>
    <w:lsdException w:semiHidden="0" w:uiPriority="70" w:unhideWhenUsed="0" w:name="Dark List Accent 2"/>
    <w:lsdException w:semiHidden="0" w:uiPriority="71" w:unhideWhenUsed="0" w:name="Colorful Shading Accent 2"/>
    <w:lsdException w:semiHidden="0" w:uiPriority="72" w:unhideWhenUsed="0" w:name="Colorful List Accent 2"/>
    <w:lsdException w:semiHidden="0" w:uiPriority="73" w:unhideWhenUsed="0" w:name="Colorful Grid Accent 2"/>
    <w:lsdException w:semiHidden="0" w:uiPriority="60" w:unhideWhenUsed="0" w:name="Light Shading Accent 3"/>
    <w:lsdException w:semiHidden="0" w:uiPriority="61" w:unhideWhenUsed="0" w:name="Light List Accent 3"/>
    <w:lsdException w:semiHidden="0" w:uiPriority="62" w:unhideWhenUsed="0" w:name="Light Grid Accent 3"/>
    <w:lsdException w:semiHidden="0" w:uiPriority="63" w:unhideWhenUsed="0" w:name="Medium Shading 1 Accent 3"/>
    <w:lsdException w:semiHidden="0" w:uiPriority="64" w:unhideWhenUsed="0" w:name="Medium Shading 2 Accent 3"/>
    <w:lsdException w:semiHidden="0" w:uiPriority="65" w:unhideWhenUsed="0" w:name="Medium List 1 Accent 3"/>
    <w:lsdException w:semiHidden="0" w:uiPriority="66" w:unhideWhenUsed="0" w:name="Medium List 2 Accent 3"/>
    <w:lsdException w:semiHidden="0" w:uiPriority="67" w:unhideWhenUsed="0" w:name="Medium Grid 1 Accent 3"/>
    <w:lsdException w:semiHidden="0" w:uiPriority="68" w:unhideWhenUsed="0" w:name="Medium Grid 2 Accent 3"/>
    <w:lsdException w:semiHidden="0" w:uiPriority="69" w:unhideWhenUsed="0" w:name="Medium Grid 3 Accent 3"/>
    <w:lsdException w:semiHidden="0" w:uiPriority="70" w:unhideWhenUsed="0" w:name="Dark List Accent 3"/>
    <w:lsdException w:semiHidden="0" w:uiPriority="71" w:unhideWhenUsed="0" w:name="Colorful Shading Accent 3"/>
    <w:lsdException w:semiHidden="0" w:uiPriority="72" w:unhideWhenUsed="0" w:name="Colorful List Accent 3"/>
    <w:lsdException w:semiHidden="0" w:uiPriority="73" w:unhideWhenUsed="0" w:name="Colorful Grid Accent 3"/>
    <w:lsdException w:semiHidden="0" w:uiPriority="60" w:unhideWhenUsed="0" w:name="Light Shading Accent 4"/>
    <w:lsdException w:semiHidden="0" w:uiPriority="61" w:unhideWhenUsed="0" w:name="Light List Accent 4"/>
    <w:lsdException w:semiHidden="0" w:uiPriority="62" w:unhideWhenUsed="0" w:name="Light Grid Accent 4"/>
    <w:lsdException w:semiHidden="0" w:uiPriority="63" w:unhideWhenUsed="0" w:name="Medium Shading 1 Accent 4"/>
    <w:lsdException w:semiHidden="0" w:uiPriority="64" w:unhideWhenUsed="0" w:name="Medium Shading 2 Accent 4"/>
    <w:lsdException w:semiHidden="0" w:uiPriority="65" w:unhideWhenUsed="0" w:name="Medium List 1 Accent 4"/>
    <w:lsdException w:semiHidden="0" w:uiPriority="66" w:unhideWhenUsed="0" w:name="Medium List 2 Accent 4"/>
    <w:lsdException w:semiHidden="0" w:uiPriority="67" w:unhideWhenUsed="0" w:name="Medium Grid 1 Accent 4"/>
    <w:lsdException w:semiHidden="0" w:uiPriority="68" w:unhideWhenUsed="0" w:name="Medium Grid 2 Accent 4"/>
    <w:lsdException w:semiHidden="0" w:uiPriority="69" w:unhideWhenUsed="0" w:name="Medium Grid 3 Accent 4"/>
    <w:lsdException w:semiHidden="0" w:uiPriority="70" w:unhideWhenUsed="0" w:name="Dark List Accent 4"/>
    <w:lsdException w:semiHidden="0" w:uiPriority="71" w:unhideWhenUsed="0" w:name="Colorful Shading Accent 4"/>
    <w:lsdException w:semiHidden="0" w:uiPriority="72" w:unhideWhenUsed="0" w:name="Colorful List Accent 4"/>
    <w:lsdException w:semiHidden="0" w:uiPriority="73" w:unhideWhenUsed="0" w:name="Colorful Grid Accent 4"/>
    <w:lsdException w:semiHidden="0" w:uiPriority="60" w:unhideWhenUsed="0" w:name="Light Shading Accent 5"/>
    <w:lsdException w:semiHidden="0" w:uiPriority="61" w:unhideWhenUsed="0" w:name="Light List Accent 5"/>
    <w:lsdException w:semiHidden="0" w:uiPriority="62" w:unhideWhenUsed="0" w:name="Light Grid Accent 5"/>
    <w:lsdException w:semiHidden="0" w:uiPriority="63" w:unhideWhenUsed="0" w:name="Medium Shading 1 Accent 5"/>
    <w:lsdException w:semiHidden="0" w:uiPriority="64" w:unhideWhenUsed="0" w:name="Medium Shading 2 Accent 5"/>
    <w:lsdException w:semiHidden="0" w:uiPriority="65" w:unhideWhenUsed="0" w:name="Medium List 1 Accent 5"/>
    <w:lsdException w:semiHidden="0" w:uiPriority="66" w:unhideWhenUsed="0" w:name="Medium List 2 Accent 5"/>
    <w:lsdException w:semiHidden="0" w:uiPriority="67" w:unhideWhenUsed="0" w:name="Medium Grid 1 Accent 5"/>
    <w:lsdException w:semiHidden="0" w:uiPriority="68" w:unhideWhenUsed="0" w:name="Medium Grid 2 Accent 5"/>
    <w:lsdException w:semiHidden="0" w:uiPriority="69" w:unhideWhenUsed="0" w:name="Medium Grid 3 Accent 5"/>
    <w:lsdException w:semiHidden="0" w:uiPriority="70" w:unhideWhenUsed="0" w:name="Dark List Accent 5"/>
    <w:lsdException w:semiHidden="0" w:uiPriority="71" w:unhideWhenUsed="0" w:name="Colorful Shading Accent 5"/>
    <w:lsdException w:semiHidden="0" w:uiPriority="72" w:unhideWhenUsed="0" w:name="Colorful List Accent 5"/>
    <w:lsdException w:semiHidden="0" w:uiPriority="73" w:unhideWhenUsed="0" w:name="Colorful Grid Accent 5"/>
    <w:lsdException w:semiHidden="0" w:uiPriority="60" w:unhideWhenUsed="0" w:name="Light Shading Accent 6"/>
    <w:lsdException w:semiHidden="0" w:uiPriority="61" w:unhideWhenUsed="0" w:name="Light List Accent 6"/>
    <w:lsdException w:semiHidden="0" w:uiPriority="62" w:unhideWhenUsed="0" w:name="Light Grid Accent 6"/>
    <w:lsdException w:semiHidden="0" w:uiPriority="63" w:unhideWhenUsed="0" w:name="Medium Shading 1 Accent 6"/>
    <w:lsdException w:semiHidden="0" w:uiPriority="64" w:unhideWhenUsed="0" w:name="Medium Shading 2 Accent 6"/>
    <w:lsdException w:semiHidden="0" w:uiPriority="65" w:unhideWhenUsed="0" w:name="Medium List 1 Accent 6"/>
    <w:lsdException w:semiHidden="0" w:uiPriority="66" w:unhideWhenUsed="0" w:name="Medium List 2 Accent 6"/>
    <w:lsdException w:semiHidden="0" w:uiPriority="67" w:unhideWhenUsed="0" w:name="Medium Grid 1 Accent 6"/>
    <w:lsdException w:semiHidden="0" w:uiPriority="68" w:unhideWhenUsed="0" w:name="Medium Grid 2 Accent 6"/>
    <w:lsdException w:semiHidden="0" w:uiPriority="69" w:unhideWhenUsed="0" w:name="Medium Grid 3 Accent 6"/>
    <w:lsdException w:semiHidden="0" w:uiPriority="70" w:unhideWhenUsed="0" w:name="Dark List Accent 6"/>
    <w:lsdException w:semiHidden="0" w:uiPriority="71" w:unhideWhenUsed="0" w:name="Colorful Shading Accent 6"/>
    <w:lsdException w:semiHidden="0" w:uiPriority="72" w:unhideWhenUsed="0" w:name="Colorful List Accent 6"/>
    <w:lsdException w:semiHidden="0" w:uiPriority="73" w:unhideWhenUsed="0" w:name="Colorful Grid Accent 6"/>
    <w:lsdException w:qFormat="1" w:semiHidden="0" w:uiPriority="19" w:unhideWhenUsed="0" w:name="Subtle Emphasis"/>
    <w:lsdException w:qFormat="1" w:semiHidden="0" w:uiPriority="21" w:unhideWhenUsed="0" w:name="Intense Emphasis"/>
    <w:lsdException w:qFormat="1" w:semiHidden="0" w:uiPriority="31" w:unhideWhenUsed="0" w:name="Subtle Reference"/>
    <w:lsdException w:qFormat="1" w:semiHidden="0" w:uiPriority="32" w:unhideWhenUsed="0" w:name="Intense Reference"/>
    <w:lsdException w:qFormat="1" w:semiHidden="0" w:uiPriority="33" w:unhideWhenUsed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autoRedefine/>
    <w:pPr>
      <w:widowControl/>
      <w:suppressAutoHyphens w:val="true"/>
      <w:bidi w:val="0"/>
      <w:jc w:val="left"/>
    </w:pPr>
    <w:rPr>
      <w:rFonts w:ascii="Arial" w:hAnsi="Arial" w:eastAsia="Times New Roman" w:cs="Times New Roman"/>
      <w:b/>
      <w:bCs/>
      <w:color w:val="auto"/>
      <w:sz w:val="18"/>
      <w:szCs w:val="24"/>
      <w:lang w:val="en-US" w:eastAsia="en-US" w:bidi="ar-SA"/>
    </w:rPr>
  </w:style>
  <w:style w:type="paragraph" w:styleId="Heading1">
    <w:name w:val="Heading 1"/>
    <w:qFormat/>
    <w:next w:val="Normal"/>
    <w:autoRedefine/>
    <w:pPr>
      <w:widowControl w:val="false"/>
      <w:suppressAutoHyphens w:val="true"/>
      <w:spacing w:before="120" w:after="240"/>
      <w:outlineLvl w:val="0"/>
    </w:pPr>
    <w:rPr>
      <w:rFonts w:ascii="Arial Black" w:hAnsi="Arial Black" w:cs="Arial" w:eastAsia="Times New Roman"/>
      <w:bCs w:val="false"/>
      <w:color w:val="3C75A0"/>
      <w:sz w:val="24"/>
      <w:szCs w:val="32"/>
      <w:lang w:val="en-US" w:eastAsia="en-US" w:bidi="ar-SA"/>
    </w:rPr>
  </w:style>
  <w:style w:type="paragraph" w:styleId="Heading2">
    <w:name w:val="Heading 2"/>
    <w:qFormat/>
    <w:next w:val="Normal"/>
    <w:autoRedefine/>
    <w:pPr>
      <w:widowControl w:val="false"/>
      <w:suppressAutoHyphens w:val="true"/>
      <w:spacing w:before="120" w:after="120"/>
      <w:outlineLvl w:val="1"/>
    </w:pPr>
    <w:rPr>
      <w:rFonts w:cs="Arial" w:ascii="Times New Roman" w:hAnsi="Times New Roman" w:eastAsia="Times New Roman"/>
      <w:b/>
      <w:bCs w:val="false"/>
      <w:iCs/>
      <w:color w:val="auto"/>
      <w:sz w:val="22"/>
      <w:szCs w:val="28"/>
      <w:lang w:val="en-US" w:eastAsia="en-US" w:bidi="ar-SA"/>
    </w:rPr>
  </w:style>
  <w:style w:type="paragraph" w:styleId="Heading3">
    <w:name w:val="Heading 3"/>
    <w:qFormat/>
    <w:basedOn w:val="Normal"/>
    <w:next w:val="Normal"/>
    <w:autoRedefine/>
    <w:pPr>
      <w:spacing w:before="120" w:after="120"/>
      <w:outlineLvl w:val="2"/>
    </w:pPr>
    <w:rPr>
      <w:rFonts w:cs="Arial"/>
      <w:bCs w:val="false"/>
      <w:spacing w:val="20"/>
      <w:szCs w:val="26"/>
    </w:rPr>
  </w:style>
  <w:style w:type="paragraph" w:styleId="Heading4">
    <w:name w:val="Heading 4"/>
    <w:qFormat/>
    <w:next w:val="Normal"/>
    <w:autoRedefine/>
    <w:pPr>
      <w:widowControl w:val="false"/>
      <w:suppressAutoHyphens w:val="true"/>
      <w:spacing w:before="120" w:after="120"/>
      <w:outlineLvl w:val="3"/>
    </w:pPr>
    <w:rPr>
      <w:rFonts w:ascii="Times New Roman" w:hAnsi="Times New Roman" w:eastAsia="Times New Roman" w:cs="Times New Roman"/>
      <w:b/>
      <w:bCs w:val="false"/>
      <w:color w:val="auto"/>
      <w:spacing w:val="20"/>
      <w:sz w:val="20"/>
      <w:szCs w:val="28"/>
      <w:lang w:val="en-US" w:eastAsia="en-US" w:bidi="ar-SA"/>
    </w:rPr>
  </w:style>
  <w:style w:type="paragraph" w:styleId="Heading5">
    <w:name w:val="Heading 5"/>
    <w:qFormat/>
    <w:next w:val="Normal"/>
    <w:autoRedefine/>
    <w:pPr>
      <w:widowControl w:val="false"/>
      <w:suppressAutoHyphens w:val="true"/>
      <w:outlineLvl w:val="4"/>
    </w:pPr>
    <w:rPr>
      <w:rFonts w:ascii="Times New Roman" w:hAnsi="Times New Roman" w:eastAsia="Times New Roman" w:cs="Times New Roman"/>
      <w:b/>
      <w:bCs w:val="false"/>
      <w:iCs/>
      <w:color w:val="auto"/>
      <w:sz w:val="20"/>
      <w:szCs w:val="26"/>
      <w:lang w:val="en-US" w:eastAsia="en-US" w:bidi="ar-SA"/>
    </w:rPr>
  </w:style>
  <w:style w:type="paragraph" w:styleId="Heading6">
    <w:name w:val="Heading 6"/>
    <w:qFormat/>
    <w:next w:val="Normal"/>
    <w:autoRedefine/>
    <w:pPr>
      <w:widowControl w:val="false"/>
      <w:suppressAutoHyphens w:val="true"/>
      <w:outlineLvl w:val="5"/>
    </w:pPr>
    <w:rPr>
      <w:rFonts w:ascii="Times New Roman" w:hAnsi="Times New Roman" w:eastAsia="Times New Roman" w:cs="Times New Roman"/>
      <w:bCs w:val="false"/>
      <w:i/>
      <w:color w:val="auto"/>
      <w:spacing w:val="5"/>
      <w:sz w:val="20"/>
      <w:szCs w:val="22"/>
      <w:lang w:val="en-US" w:eastAsia="en-US" w:bidi="ar-SA"/>
    </w:rPr>
  </w:style>
  <w:style w:type="paragraph" w:styleId="Heading7">
    <w:name w:val="Heading 7"/>
    <w:qFormat/>
    <w:next w:val="Normal"/>
    <w:autoRedefine/>
    <w:pPr>
      <w:widowControl w:val="false"/>
      <w:suppressAutoHyphens w:val="true"/>
      <w:outlineLvl w:val="6"/>
    </w:pPr>
    <w:rPr>
      <w:rFonts w:ascii="Times New Roman" w:hAnsi="Times New Roman" w:eastAsia="Times New Roman" w:cs="Times New Roman"/>
      <w:caps/>
      <w:color w:val="auto"/>
      <w:sz w:val="16"/>
      <w:szCs w:val="20"/>
      <w:lang w:val="en-US" w:eastAsia="en-US" w:bidi="ar-SA"/>
    </w:rPr>
  </w:style>
  <w:style w:type="paragraph" w:styleId="Heading8">
    <w:name w:val="Heading 8"/>
    <w:qFormat/>
    <w:next w:val="Normal"/>
    <w:autoRedefine/>
    <w:pPr>
      <w:widowControl w:val="false"/>
      <w:suppressAutoHyphens w:val="true"/>
      <w:ind w:left="0" w:right="0" w:firstLine="360"/>
      <w:outlineLvl w:val="7"/>
    </w:pPr>
    <w:rPr>
      <w:rFonts w:ascii="Times New Roman" w:hAnsi="Times New Roman" w:eastAsia="Times New Roman" w:cs="Times New Roman"/>
      <w:i/>
      <w:iCs/>
      <w:color w:val="auto"/>
      <w:spacing w:val="5"/>
      <w:sz w:val="20"/>
      <w:szCs w:val="20"/>
      <w:lang w:val="en-US" w:eastAsia="en-US" w:bidi="ar-SA"/>
    </w:rPr>
  </w:style>
  <w:style w:type="paragraph" w:styleId="Heading9">
    <w:name w:val="Heading 9"/>
    <w:qFormat/>
    <w:next w:val="Normal"/>
    <w:autoRedefine/>
    <w:pPr>
      <w:widowControl w:val="false"/>
      <w:suppressAutoHyphens w:val="true"/>
      <w:outlineLvl w:val="8"/>
    </w:pPr>
    <w:rPr>
      <w:rFonts w:ascii="Times New Roman" w:hAnsi="Times New Roman" w:eastAsia="Times New Roman" w:cs="Times New Roman"/>
      <w:b/>
      <w:bCs w:val="false"/>
      <w:color w:val="auto"/>
      <w:sz w:val="20"/>
      <w:szCs w:val="20"/>
      <w:lang w:val="en-US" w:eastAsia="en-US" w:bidi="ar-SA"/>
    </w:rPr>
  </w:style>
  <w:style w:type="character" w:styleId="DefaultParagraphFont" w:default="1">
    <w:name w:val="Default Paragraph Font"/>
    <w:semiHidden/>
    <w:rPr/>
  </w:style>
  <w:style w:type="character" w:styleId="Strong">
    <w:name w:val="Strong"/>
    <w:qFormat/>
    <w:basedOn w:val="DefaultParagraphFont"/>
    <w:rPr>
      <w:b/>
      <w:bCs/>
    </w:rPr>
  </w:style>
  <w:style w:type="character" w:styleId="Pagenumber">
    <w:name w:val="page number"/>
    <w:basedOn w:val="DefaultParagraphFont"/>
    <w:rPr>
      <w:rFonts w:ascii="Verdana" w:hAnsi="Verdana"/>
      <w:b/>
      <w:sz w:val="18"/>
    </w:rPr>
  </w:style>
  <w:style w:type="character" w:styleId="HTMLSample">
    <w:name w:val="HTML Sample"/>
    <w:basedOn w:val="DefaultParagraphFont"/>
    <w:rPr>
      <w:rFonts w:ascii="Courier New" w:hAnsi="Courier New"/>
    </w:rPr>
  </w:style>
  <w:style w:type="character" w:styleId="InternetLink">
    <w:name w:val="Internet Link"/>
    <w:basedOn w:val="DefaultParagraphFont"/>
    <w:rPr>
      <w:rFonts w:ascii="Verdana" w:hAnsi="Verdana"/>
      <w:color w:val="0000FF"/>
      <w:sz w:val="20"/>
      <w:u w:val="none"/>
      <w:lang w:val="zxx" w:eastAsia="zxx" w:bidi="zxx"/>
    </w:rPr>
  </w:style>
  <w:style w:type="character" w:styleId="Emphasis">
    <w:name w:val="Emphasis"/>
    <w:qFormat/>
    <w:basedOn w:val="DefaultParagraphFont"/>
    <w:rPr>
      <w:b/>
      <w:i/>
      <w:iCs/>
    </w:rPr>
  </w:style>
  <w:style w:type="character" w:styleId="ListLabel1">
    <w:name w:val="ListLabel 1"/>
    <w:rPr>
      <w:color w:val="98445A"/>
      <w:sz w:val="16"/>
    </w:rPr>
  </w:style>
  <w:style w:type="character" w:styleId="ListLabel2">
    <w:name w:val="ListLabel 2"/>
    <w:rPr>
      <w:color w:val="00000A"/>
      <w:sz w:val="16"/>
    </w:rPr>
  </w:style>
  <w:style w:type="character" w:styleId="ListLabel3">
    <w:name w:val="ListLabel 3"/>
    <w:rPr>
      <w:color w:val="336699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autoRedefine/>
    <w:pPr>
      <w:spacing w:lineRule="atLeast" w:line="240" w:before="120" w:after="120"/>
    </w:pPr>
    <w:rPr>
      <w:b w:val="false"/>
    </w:rPr>
  </w:style>
  <w:style w:type="paragraph" w:styleId="List">
    <w:name w:val="List"/>
    <w:basedOn w:val="Normal"/>
    <w:autoRedefine/>
    <w:pPr/>
    <w:rPr>
      <w:rFonts w:cs="FreeSans"/>
      <w:b w:val="false"/>
      <w:bCs w:val="false"/>
      <w:color w:val="800080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TableText" w:customStyle="1">
    <w:name w:val="Table Text"/>
    <w:basedOn w:val="Normal"/>
    <w:autoRedefine/>
    <w:pPr>
      <w:spacing w:before="60" w:after="60"/>
    </w:pPr>
    <w:rPr>
      <w:b w:val="false"/>
    </w:rPr>
  </w:style>
  <w:style w:type="paragraph" w:styleId="BodyText2">
    <w:name w:val="Body Text 2"/>
    <w:basedOn w:val="Normal"/>
    <w:autoRedefine/>
    <w:pPr>
      <w:spacing w:lineRule="atLeast" w:line="240" w:before="120" w:after="120"/>
    </w:pPr>
    <w:rPr/>
  </w:style>
  <w:style w:type="paragraph" w:styleId="BodyText3">
    <w:name w:val="Body Text 3"/>
    <w:basedOn w:val="Normal"/>
    <w:autoRedefine/>
    <w:pPr>
      <w:spacing w:lineRule="atLeast" w:line="240" w:before="120" w:after="120"/>
    </w:pPr>
    <w:rPr>
      <w:b w:val="false"/>
      <w:color w:val="3C75A0"/>
      <w:szCs w:val="16"/>
    </w:rPr>
  </w:style>
  <w:style w:type="paragraph" w:styleId="BodyTextIndent">
    <w:name w:val="Body Text Indent"/>
    <w:basedOn w:val="TextBody"/>
    <w:autoRedefine/>
    <w:pPr>
      <w:ind w:left="0" w:right="0" w:firstLine="360"/>
    </w:pPr>
    <w:rPr/>
  </w:style>
  <w:style w:type="paragraph" w:styleId="TextBodyIndent">
    <w:name w:val="Text Body Indent"/>
    <w:basedOn w:val="TextBody"/>
    <w:autoRedefine/>
    <w:pPr>
      <w:ind w:left="360" w:right="0" w:hanging="0"/>
    </w:pPr>
    <w:rPr/>
  </w:style>
  <w:style w:type="paragraph" w:styleId="Header">
    <w:name w:val="Header"/>
    <w:basedOn w:val="Normal"/>
    <w:autoRedefine/>
    <w:pPr>
      <w:tabs>
        <w:tab w:val="center" w:pos="4320" w:leader="none"/>
        <w:tab w:val="right" w:pos="8640" w:leader="none"/>
      </w:tabs>
      <w:spacing w:lineRule="atLeast" w:line="240" w:before="0" w:after="240"/>
    </w:pPr>
    <w:rPr>
      <w:rFonts w:ascii="Verdana" w:hAnsi="Verdana"/>
    </w:rPr>
  </w:style>
  <w:style w:type="paragraph" w:styleId="Footer">
    <w:name w:val="Footer"/>
    <w:basedOn w:val="Normal"/>
    <w:autoRedefine/>
    <w:pPr>
      <w:tabs>
        <w:tab w:val="center" w:pos="7200" w:leader="none"/>
        <w:tab w:val="right" w:pos="10080" w:leader="none"/>
      </w:tabs>
      <w:spacing w:lineRule="atLeast" w:line="240" w:before="0" w:after="240"/>
    </w:pPr>
    <w:rPr>
      <w:b w:val="false"/>
      <w:i/>
      <w:sz w:val="16"/>
    </w:rPr>
  </w:style>
  <w:style w:type="paragraph" w:styleId="Signature">
    <w:name w:val="Signature"/>
    <w:basedOn w:val="Normal"/>
    <w:autoRedefine/>
    <w:pPr>
      <w:pBdr>
        <w:top w:val="single" w:sz="4" w:space="1" w:color="00000A"/>
        <w:left w:val="nil"/>
        <w:bottom w:val="nil"/>
        <w:right w:val="nil"/>
      </w:pBdr>
      <w:spacing w:before="600" w:after="0"/>
    </w:pPr>
    <w:rPr/>
  </w:style>
  <w:style w:type="paragraph" w:styleId="Subtitle">
    <w:name w:val="Subtitle"/>
    <w:qFormat/>
    <w:basedOn w:val="Normal"/>
    <w:pPr>
      <w:spacing w:before="0" w:after="60"/>
      <w:jc w:val="center"/>
      <w:outlineLvl w:val="1"/>
    </w:pPr>
    <w:rPr>
      <w:rFonts w:cs="Arial"/>
      <w:sz w:val="24"/>
    </w:rPr>
  </w:style>
  <w:style w:type="paragraph" w:styleId="Title">
    <w:name w:val="Title"/>
    <w:qFormat/>
    <w:basedOn w:val="Normal"/>
    <w:autoRedefine/>
    <w:pPr>
      <w:pBdr>
        <w:top w:val="nil"/>
        <w:left w:val="nil"/>
        <w:bottom w:val="single" w:sz="18" w:space="2" w:color="00000A"/>
        <w:right w:val="nil"/>
      </w:pBdr>
      <w:spacing w:before="0" w:after="160"/>
      <w:outlineLvl w:val="0"/>
    </w:pPr>
    <w:rPr>
      <w:rFonts w:ascii="Arial Black" w:hAnsi="Arial Black"/>
      <w:b w:val="false"/>
      <w:color w:val="003399"/>
      <w:sz w:val="36"/>
      <w:szCs w:val="32"/>
    </w:rPr>
  </w:style>
  <w:style w:type="paragraph" w:styleId="ListBullet">
    <w:name w:val="List Bullet"/>
    <w:basedOn w:val="Normal"/>
    <w:autoRedefine/>
    <w:pPr>
      <w:numPr>
        <w:ilvl w:val="0"/>
        <w:numId w:val="1"/>
      </w:numPr>
      <w:spacing w:before="60" w:after="60"/>
    </w:pPr>
    <w:rPr>
      <w:b w:val="false"/>
      <w:bCs w:val="false"/>
      <w:color w:val="000000"/>
    </w:rPr>
  </w:style>
  <w:style w:type="paragraph" w:styleId="ListBullet2">
    <w:name w:val="List Bullet 2"/>
    <w:basedOn w:val="Normal"/>
    <w:autoRedefine/>
    <w:pPr>
      <w:numPr>
        <w:ilvl w:val="0"/>
        <w:numId w:val="2"/>
      </w:numPr>
    </w:pPr>
    <w:rPr>
      <w:b w:val="false"/>
      <w:bCs w:val="false"/>
      <w:color w:val="3C75A0"/>
    </w:rPr>
  </w:style>
  <w:style w:type="paragraph" w:styleId="ListNumber">
    <w:name w:val="List Number"/>
    <w:basedOn w:val="Normal"/>
    <w:autoRedefine/>
    <w:pPr>
      <w:numPr>
        <w:ilvl w:val="0"/>
        <w:numId w:val="3"/>
      </w:numPr>
      <w:spacing w:before="120" w:after="120"/>
    </w:pPr>
    <w:rPr>
      <w:b w:val="false"/>
      <w:bCs w:val="false"/>
    </w:rPr>
  </w:style>
  <w:style w:type="paragraph" w:styleId="TableHeader" w:customStyle="1">
    <w:name w:val="Table Header"/>
    <w:basedOn w:val="Normal"/>
    <w:autoRedefine/>
    <w:pPr>
      <w:spacing w:before="120" w:after="120"/>
    </w:pPr>
    <w:rPr>
      <w:color w:val="003399"/>
    </w:rPr>
  </w:style>
  <w:style w:type="paragraph" w:styleId="Caption1">
    <w:name w:val="caption"/>
    <w:qFormat/>
    <w:basedOn w:val="Normal"/>
    <w:next w:val="Normal"/>
    <w:autoRedefine/>
    <w:pPr>
      <w:spacing w:before="120" w:after="120"/>
    </w:pPr>
    <w:rPr>
      <w:color w:val="3C75A0"/>
      <w:szCs w:val="20"/>
    </w:rPr>
  </w:style>
  <w:style w:type="paragraph" w:styleId="TableHeader1" w:customStyle="1">
    <w:name w:val="Table Header 1"/>
    <w:basedOn w:val="TableHeader"/>
    <w:autoRedefine/>
    <w:pPr>
      <w:jc w:val="center"/>
    </w:pPr>
    <w:rPr/>
  </w:style>
  <w:style w:type="paragraph" w:styleId="TableText1" w:customStyle="1">
    <w:name w:val="Table Text 1"/>
    <w:basedOn w:val="TableText"/>
    <w:autoRedefine/>
    <w:pPr>
      <w:spacing w:before="0" w:after="0"/>
    </w:pPr>
    <w:rPr>
      <w:sz w:val="14"/>
    </w:rPr>
  </w:style>
  <w:style w:type="numbering" w:styleId="NoList" w:default="1">
    <w:name w:val="No List"/>
    <w:semiHidden/>
  </w:style>
  <w:style w:type="table" w:default="1" w:styleId="TableNormal">
    <w:name w:val="Normal Table"/>
    <w:semiHidden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Production Schedule 3.dot</Template>
  <TotalTime>0</TotalTime>
  <Application>Microsoft Macintosh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2014-03-24T08:46:00Z</dcterms:created>
  <dc:creator>Laurel Yan</dc:creator>
  <dc:description>Use this production schedule template to simplify your product management responsibilities.</dc:description>
  <cp:keywords>business forms correspondence project management schedules tracking coordination time plan tasks assignment production</cp:keywords>
  <dc:language>en-IN</dc:language>
  <cp:lastModifiedBy>Laurel Yan</cp:lastModifiedBy>
  <cp:lastPrinted>2002-10-09T07:14:00Z</cp:lastPrinted>
  <dcterms:modified xsi:type="dcterms:W3CDTF">2014-03-24T08:46:00Z</dcterms:modified>
  <cp:revision>1</cp:revision>
  <dc:subject>Production Schedule</dc:subject>
  <dc:title>Production Schedule</dc:title>
</cp:coreProperties>
</file>